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A4CBD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502846269"/>
      <w:r>
        <w:rPr>
          <w:sz w:val="52"/>
          <w:szCs w:val="52"/>
        </w:rPr>
        <w:t>SOUHRNNÁ TECHNICKÁ ZPRÁVA</w:t>
      </w:r>
      <w:bookmarkEnd w:id="0"/>
    </w:p>
    <w:p w14:paraId="3F1E9F97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14DD2EC9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1126C6">
        <w:rPr>
          <w:b/>
          <w:sz w:val="44"/>
        </w:rPr>
        <w:t>FRYŠTÁK</w:t>
      </w:r>
    </w:p>
    <w:p w14:paraId="0458A113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44FEE097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5728176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381627BA" w14:textId="7DFBE363" w:rsidR="00766015" w:rsidRDefault="00454467" w:rsidP="003439FE">
            <w:pPr>
              <w:pStyle w:val="Normal11"/>
            </w:pPr>
            <w:r>
              <w:t>MZ245100030</w:t>
            </w:r>
          </w:p>
        </w:tc>
      </w:tr>
      <w:tr w:rsidR="00766015" w14:paraId="57F0BF4F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00FAC86B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2FE74FE5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6ACA6E18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49E82B1A" w14:textId="77777777" w:rsidR="00766015" w:rsidRDefault="00766015" w:rsidP="008D4C9E"/>
        </w:tc>
      </w:tr>
      <w:tr w:rsidR="00766015" w14:paraId="5FDE15C1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2EE6CE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3FD4C032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1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1"/>
            <w:r w:rsidR="009E35EA">
              <w:t xml:space="preserve"> </w:t>
            </w:r>
          </w:p>
        </w:tc>
      </w:tr>
      <w:tr w:rsidR="00766015" w14:paraId="2A26158A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65F573EA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146CB9F1" w14:textId="5A6D38F2" w:rsidR="00766015" w:rsidRDefault="00454467" w:rsidP="001C2ABB">
            <w:pPr>
              <w:pStyle w:val="Normal11"/>
            </w:pPr>
            <w:r>
              <w:t>15.10.2024</w:t>
            </w:r>
          </w:p>
        </w:tc>
      </w:tr>
      <w:tr w:rsidR="00766015" w14:paraId="541AABB5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1215117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D4B12BD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2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2"/>
          </w:p>
        </w:tc>
      </w:tr>
    </w:tbl>
    <w:p w14:paraId="1E3A30CC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396EC71E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69D9AEE6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5F17A810" w14:textId="77777777" w:rsidR="00F242DA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F242DA">
        <w:rPr>
          <w:noProof/>
        </w:rPr>
        <w:t>SOUHRNNÁ TECHNICKÁ ZPRÁVA</w:t>
      </w:r>
      <w:r w:rsidR="00F242DA">
        <w:rPr>
          <w:noProof/>
        </w:rPr>
        <w:tab/>
      </w:r>
      <w:r w:rsidR="00F242DA">
        <w:rPr>
          <w:noProof/>
        </w:rPr>
        <w:fldChar w:fldCharType="begin"/>
      </w:r>
      <w:r w:rsidR="00F242DA">
        <w:rPr>
          <w:noProof/>
        </w:rPr>
        <w:instrText xml:space="preserve"> PAGEREF _Toc502846269 \h </w:instrText>
      </w:r>
      <w:r w:rsidR="00F242DA">
        <w:rPr>
          <w:noProof/>
        </w:rPr>
      </w:r>
      <w:r w:rsidR="00F242DA">
        <w:rPr>
          <w:noProof/>
        </w:rPr>
        <w:fldChar w:fldCharType="separate"/>
      </w:r>
      <w:r w:rsidR="00F242DA">
        <w:rPr>
          <w:noProof/>
        </w:rPr>
        <w:t>1</w:t>
      </w:r>
      <w:r w:rsidR="00F242DA">
        <w:rPr>
          <w:noProof/>
        </w:rPr>
        <w:fldChar w:fldCharType="end"/>
      </w:r>
    </w:p>
    <w:p w14:paraId="299746FB" w14:textId="77777777" w:rsidR="00F242DA" w:rsidRDefault="00F242DA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_Toc502846270 \h </w:instrText>
      </w:r>
      <w:r>
        <w:fldChar w:fldCharType="separate"/>
      </w:r>
      <w:r>
        <w:t>4</w:t>
      </w:r>
      <w:r>
        <w:fldChar w:fldCharType="end"/>
      </w:r>
    </w:p>
    <w:p w14:paraId="2B8AC481" w14:textId="77777777" w:rsidR="00F242DA" w:rsidRDefault="00F242DA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_Toc502846271 \h </w:instrText>
      </w:r>
      <w:r>
        <w:fldChar w:fldCharType="separate"/>
      </w:r>
      <w:r>
        <w:t>5</w:t>
      </w:r>
      <w:r>
        <w:fldChar w:fldCharType="end"/>
      </w:r>
    </w:p>
    <w:p w14:paraId="05A160FC" w14:textId="77777777" w:rsidR="00F242DA" w:rsidRDefault="00F242DA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_Toc502846272 \h </w:instrText>
      </w:r>
      <w:r>
        <w:fldChar w:fldCharType="separate"/>
      </w:r>
      <w:r>
        <w:t>8</w:t>
      </w:r>
      <w:r>
        <w:fldChar w:fldCharType="end"/>
      </w:r>
    </w:p>
    <w:p w14:paraId="1B12480A" w14:textId="77777777" w:rsidR="00F242DA" w:rsidRDefault="00F242DA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_Toc502846273 \h </w:instrText>
      </w:r>
      <w:r>
        <w:fldChar w:fldCharType="separate"/>
      </w:r>
      <w:r>
        <w:t>8</w:t>
      </w:r>
      <w:r>
        <w:fldChar w:fldCharType="end"/>
      </w:r>
    </w:p>
    <w:p w14:paraId="27626CB8" w14:textId="77777777" w:rsidR="00F242DA" w:rsidRDefault="00F242DA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_Toc502846274 \h </w:instrText>
      </w:r>
      <w:r>
        <w:fldChar w:fldCharType="separate"/>
      </w:r>
      <w:r>
        <w:t>8</w:t>
      </w:r>
      <w:r>
        <w:fldChar w:fldCharType="end"/>
      </w:r>
    </w:p>
    <w:p w14:paraId="05F19475" w14:textId="77777777" w:rsidR="00F242DA" w:rsidRDefault="00F242DA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_Toc502846275 \h </w:instrText>
      </w:r>
      <w:r>
        <w:fldChar w:fldCharType="separate"/>
      </w:r>
      <w:r>
        <w:t>8</w:t>
      </w:r>
      <w:r>
        <w:fldChar w:fldCharType="end"/>
      </w:r>
    </w:p>
    <w:p w14:paraId="1FD8F62B" w14:textId="77777777" w:rsidR="00F242DA" w:rsidRDefault="00F242DA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_Toc502846276 \h </w:instrText>
      </w:r>
      <w:r>
        <w:fldChar w:fldCharType="separate"/>
      </w:r>
      <w:r>
        <w:t>10</w:t>
      </w:r>
      <w:r>
        <w:fldChar w:fldCharType="end"/>
      </w:r>
    </w:p>
    <w:p w14:paraId="616882CC" w14:textId="77777777" w:rsidR="00F242DA" w:rsidRDefault="00F242DA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_Toc502846277 \h </w:instrText>
      </w:r>
      <w:r>
        <w:fldChar w:fldCharType="separate"/>
      </w:r>
      <w:r>
        <w:t>10</w:t>
      </w:r>
      <w:r>
        <w:fldChar w:fldCharType="end"/>
      </w:r>
    </w:p>
    <w:p w14:paraId="016EA846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0D3A48F2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3" w:name="_Toc431976332"/>
      <w:bookmarkStart w:id="4" w:name="_Toc440894808"/>
      <w:bookmarkStart w:id="5" w:name="_Toc448153992"/>
      <w:bookmarkStart w:id="6" w:name="_Toc355001688"/>
      <w:bookmarkStart w:id="7" w:name="_Toc431913715"/>
      <w:bookmarkStart w:id="8" w:name="_Toc394932572"/>
    </w:p>
    <w:bookmarkEnd w:id="3"/>
    <w:bookmarkEnd w:id="4"/>
    <w:bookmarkEnd w:id="5"/>
    <w:p w14:paraId="100D1248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1126C6" w:rsidRPr="002B0419" w14:paraId="546EA33F" w14:textId="77777777" w:rsidTr="001E3B05">
        <w:tc>
          <w:tcPr>
            <w:tcW w:w="2943" w:type="dxa"/>
            <w:shd w:val="clear" w:color="auto" w:fill="auto"/>
          </w:tcPr>
          <w:p w14:paraId="60831322" w14:textId="77777777" w:rsidR="001126C6" w:rsidRPr="002B0419" w:rsidRDefault="001126C6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1F81DFAD" w14:textId="77777777" w:rsidR="001126C6" w:rsidRPr="002B0419" w:rsidRDefault="001126C6" w:rsidP="00B54AEF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FRYŠTÁK</w:t>
            </w:r>
          </w:p>
        </w:tc>
      </w:tr>
      <w:tr w:rsidR="001126C6" w:rsidRPr="002B0419" w14:paraId="6A0BF404" w14:textId="77777777" w:rsidTr="003D22C9">
        <w:tc>
          <w:tcPr>
            <w:tcW w:w="2943" w:type="dxa"/>
            <w:shd w:val="clear" w:color="auto" w:fill="auto"/>
          </w:tcPr>
          <w:p w14:paraId="337998F4" w14:textId="77777777" w:rsidR="001126C6" w:rsidRPr="002B0419" w:rsidRDefault="001126C6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5AEDA626" w14:textId="77777777" w:rsidR="001126C6" w:rsidRPr="001E3B05" w:rsidRDefault="001126C6" w:rsidP="00B54AEF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Fryšták</w:t>
            </w:r>
            <w:r w:rsidRPr="001E3B05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Fryštáckém potoce</w:t>
            </w:r>
          </w:p>
        </w:tc>
      </w:tr>
      <w:tr w:rsidR="001126C6" w:rsidRPr="002B0419" w14:paraId="525EAB32" w14:textId="77777777" w:rsidTr="003D22C9">
        <w:tc>
          <w:tcPr>
            <w:tcW w:w="2943" w:type="dxa"/>
            <w:shd w:val="clear" w:color="auto" w:fill="auto"/>
          </w:tcPr>
          <w:p w14:paraId="679D3317" w14:textId="77777777" w:rsidR="001126C6" w:rsidRPr="002B0419" w:rsidRDefault="001126C6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14BDD9F1" w14:textId="77777777" w:rsidR="001126C6" w:rsidRPr="002B0419" w:rsidRDefault="001126C6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1126C6" w:rsidRPr="002B0419" w14:paraId="443AD608" w14:textId="77777777" w:rsidTr="003D22C9">
        <w:tc>
          <w:tcPr>
            <w:tcW w:w="2943" w:type="dxa"/>
            <w:shd w:val="clear" w:color="auto" w:fill="auto"/>
          </w:tcPr>
          <w:p w14:paraId="14DA834B" w14:textId="77777777" w:rsidR="001126C6" w:rsidRPr="002B0419" w:rsidRDefault="001126C6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1DEB9DD4" w14:textId="77777777" w:rsidR="001126C6" w:rsidRDefault="001126C6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45A50">
              <w:rPr>
                <w:rFonts w:ascii="Arial Narrow" w:hAnsi="Arial Narrow" w:cs="Times New Roman"/>
              </w:rPr>
              <w:t>358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595/4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775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763/3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1283/1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516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1283/1</w:t>
            </w:r>
            <w:r>
              <w:rPr>
                <w:rFonts w:ascii="Arial Narrow" w:hAnsi="Arial Narrow" w:cs="Times New Roman"/>
              </w:rPr>
              <w:t xml:space="preserve"> k.ú. Kostelec u </w:t>
            </w:r>
          </w:p>
          <w:p w14:paraId="73128FBA" w14:textId="77777777" w:rsidR="001126C6" w:rsidRPr="00E45A50" w:rsidRDefault="001126C6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Zlína</w:t>
            </w:r>
          </w:p>
          <w:p w14:paraId="2A20B7E0" w14:textId="77777777" w:rsidR="001126C6" w:rsidRPr="002B0419" w:rsidRDefault="001126C6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45A50">
              <w:rPr>
                <w:rFonts w:ascii="Arial Narrow" w:hAnsi="Arial Narrow" w:cs="Times New Roman"/>
              </w:rPr>
              <w:t>927</w:t>
            </w:r>
            <w:r>
              <w:rPr>
                <w:rFonts w:ascii="Arial Narrow" w:hAnsi="Arial Narrow" w:cs="Times New Roman"/>
              </w:rPr>
              <w:t>,</w:t>
            </w:r>
            <w:r w:rsidRPr="00E45A50">
              <w:rPr>
                <w:rFonts w:ascii="Arial Narrow" w:hAnsi="Arial Narrow" w:cs="Times New Roman"/>
              </w:rPr>
              <w:t>1163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925</w:t>
            </w:r>
            <w:r>
              <w:rPr>
                <w:rFonts w:ascii="Arial Narrow" w:hAnsi="Arial Narrow" w:cs="Times New Roman"/>
              </w:rPr>
              <w:t xml:space="preserve"> k.ú. Dolní Ves</w:t>
            </w:r>
          </w:p>
        </w:tc>
      </w:tr>
      <w:tr w:rsidR="003D22C9" w:rsidRPr="002B0419" w14:paraId="3A2006E1" w14:textId="77777777" w:rsidTr="003D22C9">
        <w:tc>
          <w:tcPr>
            <w:tcW w:w="2943" w:type="dxa"/>
            <w:shd w:val="clear" w:color="auto" w:fill="auto"/>
          </w:tcPr>
          <w:p w14:paraId="2031B99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2EA990AD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45B11267" w14:textId="77777777" w:rsidTr="003D22C9">
        <w:tc>
          <w:tcPr>
            <w:tcW w:w="2943" w:type="dxa"/>
            <w:shd w:val="clear" w:color="auto" w:fill="auto"/>
          </w:tcPr>
          <w:p w14:paraId="79B4AAE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230D0622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09527F40" w14:textId="77777777" w:rsidTr="003D22C9">
        <w:tc>
          <w:tcPr>
            <w:tcW w:w="2943" w:type="dxa"/>
            <w:shd w:val="clear" w:color="auto" w:fill="auto"/>
          </w:tcPr>
          <w:p w14:paraId="351BE14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099DE478" w14:textId="5C38A365" w:rsidR="003D22C9" w:rsidRPr="002B0419" w:rsidRDefault="0045446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32D1E09D" w14:textId="77777777" w:rsidTr="003D22C9">
        <w:tc>
          <w:tcPr>
            <w:tcW w:w="2943" w:type="dxa"/>
            <w:shd w:val="clear" w:color="auto" w:fill="auto"/>
          </w:tcPr>
          <w:p w14:paraId="3CE881C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3EC8A79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38A2A693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9" w:name="_Toc441153055"/>
      <w:bookmarkStart w:id="10" w:name="_Toc448153993"/>
      <w:bookmarkStart w:id="11" w:name="_Toc484424095"/>
      <w:bookmarkStart w:id="12" w:name="_Toc431976334"/>
      <w:bookmarkStart w:id="13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9"/>
      <w:bookmarkEnd w:id="10"/>
      <w:bookmarkEnd w:id="11"/>
    </w:p>
    <w:p w14:paraId="52DD3070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E469B0E" w14:textId="77777777" w:rsidTr="003D22C9">
        <w:tc>
          <w:tcPr>
            <w:tcW w:w="2943" w:type="dxa"/>
            <w:shd w:val="clear" w:color="auto" w:fill="auto"/>
          </w:tcPr>
          <w:p w14:paraId="0A982D2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0B0808CF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1E5107C6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5B7483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635A67E7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7A11FD8D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25A3FE4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F5E272F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42CE795D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F39155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6BF5767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0612BF3A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4" w:name="_Toc448153994"/>
      <w:bookmarkStart w:id="15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2"/>
      <w:bookmarkEnd w:id="13"/>
      <w:bookmarkEnd w:id="14"/>
      <w:bookmarkEnd w:id="15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183ED0C4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6" w:name="_Toc48103289"/>
      <w:bookmarkStart w:id="17" w:name="_Toc191811563"/>
      <w:bookmarkStart w:id="18" w:name="_Toc250701967"/>
      <w:bookmarkStart w:id="19" w:name="_Toc258785929"/>
      <w:bookmarkStart w:id="20" w:name="_Toc351112848"/>
      <w:bookmarkStart w:id="21" w:name="_Toc431976335"/>
      <w:bookmarkStart w:id="22" w:name="_Toc440894811"/>
      <w:bookmarkStart w:id="23" w:name="_Toc448153995"/>
      <w:bookmarkStart w:id="24" w:name="_Toc480413991"/>
      <w:bookmarkStart w:id="25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6"/>
      <w:bookmarkEnd w:id="17"/>
      <w:bookmarkEnd w:id="18"/>
      <w:bookmarkEnd w:id="19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0"/>
      <w:bookmarkEnd w:id="21"/>
      <w:bookmarkEnd w:id="22"/>
      <w:bookmarkEnd w:id="23"/>
      <w:bookmarkEnd w:id="24"/>
      <w:bookmarkEnd w:id="25"/>
    </w:p>
    <w:p w14:paraId="3CDBA7A0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4A60662" w14:textId="77777777" w:rsidTr="003D22C9">
        <w:tc>
          <w:tcPr>
            <w:tcW w:w="2943" w:type="dxa"/>
            <w:shd w:val="clear" w:color="auto" w:fill="auto"/>
          </w:tcPr>
          <w:p w14:paraId="51BA765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795B0A46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55BFA936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604FA74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6AD057A8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49ABBAB8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34CB6D1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7B24B11E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608842F5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5C26F13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5CFFE88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728935DB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667D888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78EB3626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4089B887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4E3FBB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93B3C6C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7E78DCD8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6" w:name="_Toc431976336"/>
      <w:bookmarkStart w:id="27" w:name="_Toc440894812"/>
      <w:bookmarkStart w:id="28" w:name="_Toc448153996"/>
      <w:bookmarkStart w:id="29" w:name="_Toc480413992"/>
      <w:bookmarkStart w:id="30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6"/>
      <w:bookmarkEnd w:id="27"/>
      <w:bookmarkEnd w:id="28"/>
      <w:bookmarkEnd w:id="29"/>
      <w:bookmarkEnd w:id="30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5C1560B2" w14:textId="77777777" w:rsidTr="003D22C9">
        <w:tc>
          <w:tcPr>
            <w:tcW w:w="2943" w:type="dxa"/>
            <w:shd w:val="clear" w:color="auto" w:fill="auto"/>
          </w:tcPr>
          <w:p w14:paraId="7DBD477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616ADFB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0F777978" w14:textId="77777777" w:rsidTr="003D22C9">
        <w:tc>
          <w:tcPr>
            <w:tcW w:w="2943" w:type="dxa"/>
            <w:shd w:val="clear" w:color="auto" w:fill="auto"/>
          </w:tcPr>
          <w:p w14:paraId="3B2B781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0DABB62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665E0198" w14:textId="77777777" w:rsidTr="003D22C9">
        <w:tc>
          <w:tcPr>
            <w:tcW w:w="2943" w:type="dxa"/>
            <w:shd w:val="clear" w:color="auto" w:fill="auto"/>
          </w:tcPr>
          <w:p w14:paraId="757BA3C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234698B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688BA672" w14:textId="77777777" w:rsidTr="003D22C9">
        <w:tc>
          <w:tcPr>
            <w:tcW w:w="2943" w:type="dxa"/>
            <w:shd w:val="clear" w:color="auto" w:fill="auto"/>
          </w:tcPr>
          <w:p w14:paraId="3F6FFEE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4691F5B3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6"/>
      <w:bookmarkEnd w:id="7"/>
    </w:tbl>
    <w:p w14:paraId="507D5C1F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74440300" w14:textId="77777777" w:rsidR="00FC61D3" w:rsidRPr="00147A61" w:rsidRDefault="009E53C2" w:rsidP="00FC61D3">
      <w:pPr>
        <w:pStyle w:val="N1"/>
      </w:pPr>
      <w:bookmarkStart w:id="31" w:name="_Toc502846270"/>
      <w:r>
        <w:lastRenderedPageBreak/>
        <w:t>pOPIS ÚZEMÍ STAVBY</w:t>
      </w:r>
      <w:bookmarkEnd w:id="31"/>
    </w:p>
    <w:p w14:paraId="70340CDC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17DE497D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Práce budou probíhat především na vlastní hrázi vodního díla,</w:t>
      </w:r>
      <w:r w:rsidR="001126C6">
        <w:rPr>
          <w:rFonts w:asciiTheme="minorHAnsi" w:hAnsiTheme="minorHAnsi"/>
          <w:sz w:val="24"/>
          <w:szCs w:val="24"/>
        </w:rPr>
        <w:t xml:space="preserve"> v podhrází,</w:t>
      </w:r>
      <w:r>
        <w:rPr>
          <w:rFonts w:asciiTheme="minorHAnsi" w:hAnsiTheme="minorHAnsi"/>
          <w:sz w:val="24"/>
          <w:szCs w:val="24"/>
        </w:rPr>
        <w:t xml:space="preserve"> ve </w:t>
      </w:r>
      <w:r w:rsidR="001126C6">
        <w:rPr>
          <w:rFonts w:asciiTheme="minorHAnsi" w:hAnsiTheme="minorHAnsi"/>
          <w:sz w:val="24"/>
          <w:szCs w:val="24"/>
        </w:rPr>
        <w:t>sdruženém</w:t>
      </w:r>
      <w:r w:rsidR="001162E5">
        <w:rPr>
          <w:rFonts w:asciiTheme="minorHAnsi" w:hAnsiTheme="minorHAnsi"/>
          <w:sz w:val="24"/>
          <w:szCs w:val="24"/>
        </w:rPr>
        <w:t xml:space="preserve"> objektu</w:t>
      </w:r>
      <w:r w:rsidR="00EC6D63">
        <w:rPr>
          <w:rFonts w:asciiTheme="minorHAnsi" w:hAnsiTheme="minorHAnsi"/>
          <w:sz w:val="24"/>
          <w:szCs w:val="24"/>
        </w:rPr>
        <w:t xml:space="preserve">,  </w:t>
      </w:r>
      <w:r>
        <w:rPr>
          <w:rFonts w:asciiTheme="minorHAnsi" w:hAnsiTheme="minorHAnsi"/>
          <w:sz w:val="24"/>
          <w:szCs w:val="24"/>
        </w:rPr>
        <w:t xml:space="preserve">v areálu </w:t>
      </w:r>
      <w:r w:rsidR="001126C6">
        <w:rPr>
          <w:rFonts w:asciiTheme="minorHAnsi" w:hAnsiTheme="minorHAnsi"/>
          <w:sz w:val="24"/>
          <w:szCs w:val="24"/>
        </w:rPr>
        <w:t>domku hrázného a v</w:t>
      </w:r>
      <w:r w:rsidR="00872648">
        <w:rPr>
          <w:rFonts w:asciiTheme="minorHAnsi" w:hAnsiTheme="minorHAnsi"/>
          <w:sz w:val="24"/>
          <w:szCs w:val="24"/>
        </w:rPr>
        <w:t> limnigrafické stanici na</w:t>
      </w:r>
      <w:r w:rsidR="00FA025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odtoku</w:t>
      </w:r>
      <w:r w:rsidR="001162E5">
        <w:rPr>
          <w:rFonts w:asciiTheme="minorHAnsi" w:hAnsiTheme="minorHAnsi"/>
          <w:sz w:val="24"/>
          <w:szCs w:val="24"/>
        </w:rPr>
        <w:t xml:space="preserve">. </w:t>
      </w:r>
      <w:r w:rsidR="00EC6D63">
        <w:rPr>
          <w:rFonts w:asciiTheme="minorHAnsi" w:hAnsiTheme="minorHAnsi"/>
          <w:sz w:val="24"/>
          <w:szCs w:val="24"/>
        </w:rPr>
        <w:t xml:space="preserve"> </w:t>
      </w:r>
    </w:p>
    <w:p w14:paraId="45B5F3BC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0545D65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6F8FCD52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7AC4B6B3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67A1F13A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4AB0362E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51B6311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66B473A4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33C54D12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32A73FF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7EB0C9E9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5F3EEC66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BFFEF88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7494EC26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10347368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73C0B29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5850E71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C87EA21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asanace, demolice, kácení dřevin</w:t>
      </w:r>
    </w:p>
    <w:p w14:paraId="452DCF1A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lastRenderedPageBreak/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096EED7E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F99B477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46AD3430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7DB7F21F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4D0838E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1E538E78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068D47B2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750430AE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3CCC8C2E" w14:textId="77777777" w:rsidR="000D56EE" w:rsidRPr="000D56EE" w:rsidRDefault="001126C6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Vodní dílo Fryšták je kulturní památkou.</w:t>
      </w:r>
      <w:r w:rsidR="00663F31">
        <w:rPr>
          <w:rFonts w:asciiTheme="minorHAnsi" w:hAnsiTheme="minorHAnsi"/>
          <w:sz w:val="24"/>
          <w:szCs w:val="24"/>
        </w:rPr>
        <w:t xml:space="preserve"> </w:t>
      </w:r>
    </w:p>
    <w:p w14:paraId="0E2A9C0D" w14:textId="77777777" w:rsidR="00FC61D3" w:rsidRDefault="009E53C2" w:rsidP="00FC61D3">
      <w:pPr>
        <w:pStyle w:val="N1"/>
      </w:pPr>
      <w:bookmarkStart w:id="32" w:name="_Toc502846271"/>
      <w:r>
        <w:t>Celkový popis stavby</w:t>
      </w:r>
      <w:bookmarkEnd w:id="32"/>
    </w:p>
    <w:p w14:paraId="13B16250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17154466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1126C6">
        <w:rPr>
          <w:rFonts w:asciiTheme="minorHAnsi" w:hAnsiTheme="minorHAnsi"/>
          <w:sz w:val="24"/>
          <w:szCs w:val="24"/>
        </w:rPr>
        <w:t>Fryšták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25EDAC69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</w:t>
      </w:r>
      <w:r w:rsidR="001162E5">
        <w:rPr>
          <w:rFonts w:asciiTheme="minorHAnsi" w:hAnsiTheme="minorHAnsi"/>
          <w:sz w:val="24"/>
          <w:szCs w:val="24"/>
        </w:rPr>
        <w:t xml:space="preserve">nádrži, teplotu vody a vzduchu </w:t>
      </w:r>
      <w:r>
        <w:rPr>
          <w:rFonts w:asciiTheme="minorHAnsi" w:hAnsiTheme="minorHAnsi"/>
          <w:sz w:val="24"/>
          <w:szCs w:val="24"/>
        </w:rPr>
        <w:t>a modernizace měření v</w:t>
      </w:r>
      <w:r w:rsidR="001126C6">
        <w:rPr>
          <w:rFonts w:asciiTheme="minorHAnsi" w:hAnsiTheme="minorHAnsi"/>
          <w:sz w:val="24"/>
          <w:szCs w:val="24"/>
        </w:rPr>
        <w:t> přítokových</w:t>
      </w:r>
      <w:r w:rsidR="00FA025C">
        <w:rPr>
          <w:rFonts w:asciiTheme="minorHAnsi" w:hAnsiTheme="minorHAnsi"/>
          <w:sz w:val="24"/>
          <w:szCs w:val="24"/>
        </w:rPr>
        <w:t xml:space="preserve"> a </w:t>
      </w:r>
      <w:r>
        <w:rPr>
          <w:rFonts w:asciiTheme="minorHAnsi" w:hAnsiTheme="minorHAnsi"/>
          <w:sz w:val="24"/>
          <w:szCs w:val="24"/>
        </w:rPr>
        <w:t>odtokovém limnigraf</w:t>
      </w:r>
      <w:r w:rsidR="00EC6D63">
        <w:rPr>
          <w:rFonts w:asciiTheme="minorHAnsi" w:hAnsiTheme="minorHAnsi"/>
          <w:sz w:val="24"/>
          <w:szCs w:val="24"/>
        </w:rPr>
        <w:t>u.</w:t>
      </w:r>
      <w:r w:rsidR="00DC7CC6">
        <w:rPr>
          <w:rFonts w:asciiTheme="minorHAnsi" w:hAnsiTheme="minorHAnsi"/>
          <w:sz w:val="24"/>
          <w:szCs w:val="24"/>
        </w:rPr>
        <w:t xml:space="preserve"> Dále bude provedena výměna části kabelizace</w:t>
      </w:r>
      <w:r w:rsidR="001126C6">
        <w:rPr>
          <w:rFonts w:asciiTheme="minorHAnsi" w:hAnsiTheme="minorHAnsi"/>
          <w:sz w:val="24"/>
          <w:szCs w:val="24"/>
        </w:rPr>
        <w:t>, položena zcela nová kabelizace</w:t>
      </w:r>
      <w:r w:rsidR="00DC7CC6">
        <w:rPr>
          <w:rFonts w:asciiTheme="minorHAnsi" w:hAnsiTheme="minorHAnsi"/>
          <w:sz w:val="24"/>
          <w:szCs w:val="24"/>
        </w:rPr>
        <w:t>.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 w:rsidR="001126C6">
        <w:rPr>
          <w:rFonts w:asciiTheme="minorHAnsi" w:hAnsiTheme="minorHAnsi"/>
          <w:sz w:val="24"/>
          <w:szCs w:val="24"/>
        </w:rPr>
        <w:t xml:space="preserve">Zcela nově bude </w:t>
      </w:r>
      <w:r w:rsidR="00EC6D63">
        <w:rPr>
          <w:rFonts w:asciiTheme="minorHAnsi" w:hAnsiTheme="minorHAnsi"/>
          <w:sz w:val="24"/>
          <w:szCs w:val="24"/>
        </w:rPr>
        <w:t>zrealizován</w:t>
      </w:r>
      <w:r w:rsidR="001126C6">
        <w:rPr>
          <w:rFonts w:asciiTheme="minorHAnsi" w:hAnsiTheme="minorHAnsi"/>
          <w:sz w:val="24"/>
          <w:szCs w:val="24"/>
        </w:rPr>
        <w:t>a nová měření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 w:rsidR="00644849">
        <w:rPr>
          <w:rFonts w:asciiTheme="minorHAnsi" w:hAnsiTheme="minorHAnsi"/>
          <w:sz w:val="24"/>
          <w:szCs w:val="24"/>
        </w:rPr>
        <w:t>TBD</w:t>
      </w:r>
      <w:r>
        <w:rPr>
          <w:rFonts w:asciiTheme="minorHAnsi" w:hAnsiTheme="minorHAnsi"/>
          <w:sz w:val="24"/>
          <w:szCs w:val="24"/>
        </w:rPr>
        <w:t xml:space="preserve">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644849">
        <w:rPr>
          <w:rFonts w:asciiTheme="minorHAnsi" w:hAnsiTheme="minorHAnsi"/>
          <w:sz w:val="24"/>
          <w:szCs w:val="24"/>
        </w:rPr>
        <w:t xml:space="preserve"> na několika místech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29FC0A31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451FCFAB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706EB31A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61D9E06F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7E83E30E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24AA7D09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3B8B79F1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70D1EAD0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lastRenderedPageBreak/>
        <w:t>B.2.5. Bezpečnost při užívání stavby</w:t>
      </w:r>
    </w:p>
    <w:p w14:paraId="402A2CB7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2D024BC3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4C21452A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r w:rsidR="001126C6">
        <w:rPr>
          <w:rFonts w:asciiTheme="minorHAnsi" w:hAnsiTheme="minorHAnsi"/>
          <w:sz w:val="24"/>
          <w:szCs w:val="24"/>
        </w:rPr>
        <w:t>Fryšták</w:t>
      </w:r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1126C6">
        <w:rPr>
          <w:rFonts w:asciiTheme="minorHAnsi" w:hAnsiTheme="minorHAnsi"/>
          <w:sz w:val="24"/>
          <w:szCs w:val="24"/>
        </w:rPr>
        <w:t>Fryšták</w:t>
      </w:r>
      <w:r w:rsidR="001162E5">
        <w:rPr>
          <w:rFonts w:asciiTheme="minorHAnsi" w:hAnsiTheme="minorHAnsi"/>
          <w:sz w:val="24"/>
          <w:szCs w:val="24"/>
        </w:rPr>
        <w:t xml:space="preserve">. </w:t>
      </w:r>
    </w:p>
    <w:p w14:paraId="3367477B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1126C6" w:rsidRPr="000F125A" w14:paraId="39388122" w14:textId="77777777" w:rsidTr="00402B17">
        <w:tc>
          <w:tcPr>
            <w:tcW w:w="6237" w:type="dxa"/>
          </w:tcPr>
          <w:p w14:paraId="1C2E10C1" w14:textId="77777777" w:rsidR="001126C6" w:rsidRPr="001162E5" w:rsidRDefault="001126C6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dna nádrže </w:t>
            </w:r>
          </w:p>
        </w:tc>
        <w:tc>
          <w:tcPr>
            <w:tcW w:w="2139" w:type="dxa"/>
          </w:tcPr>
          <w:p w14:paraId="2E457223" w14:textId="77777777" w:rsidR="001126C6" w:rsidRPr="001126C6" w:rsidRDefault="001126C6" w:rsidP="005063BC">
            <w:pPr>
              <w:rPr>
                <w:rFonts w:asciiTheme="minorHAnsi" w:hAnsiTheme="minorHAnsi" w:cs="Times New Roman"/>
              </w:rPr>
            </w:pPr>
            <w:r w:rsidRPr="001126C6">
              <w:rPr>
                <w:rFonts w:asciiTheme="minorHAnsi" w:hAnsiTheme="minorHAnsi" w:cs="Times New Roman"/>
              </w:rPr>
              <w:t>235,45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1126C6">
              <w:rPr>
                <w:rFonts w:asciiTheme="minorHAnsi" w:hAnsiTheme="minorHAnsi" w:cs="Times New Roman"/>
              </w:rPr>
              <w:t>m.</w:t>
            </w:r>
          </w:p>
        </w:tc>
      </w:tr>
      <w:tr w:rsidR="001126C6" w:rsidRPr="000F125A" w14:paraId="1EA6C486" w14:textId="77777777" w:rsidTr="00402B17">
        <w:tc>
          <w:tcPr>
            <w:tcW w:w="6237" w:type="dxa"/>
          </w:tcPr>
          <w:p w14:paraId="47BEB5B7" w14:textId="77777777" w:rsidR="001126C6" w:rsidRPr="001162E5" w:rsidRDefault="001126C6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Kóta hladiny stálého nadržení Hs</w:t>
            </w:r>
          </w:p>
        </w:tc>
        <w:tc>
          <w:tcPr>
            <w:tcW w:w="2139" w:type="dxa"/>
          </w:tcPr>
          <w:p w14:paraId="7A4E0871" w14:textId="77777777" w:rsidR="001126C6" w:rsidRPr="001126C6" w:rsidRDefault="001126C6" w:rsidP="005063BC">
            <w:pPr>
              <w:rPr>
                <w:rFonts w:asciiTheme="minorHAnsi" w:hAnsiTheme="minorHAnsi" w:cs="Times New Roman"/>
              </w:rPr>
            </w:pPr>
            <w:r w:rsidRPr="001126C6">
              <w:rPr>
                <w:rFonts w:asciiTheme="minorHAnsi" w:hAnsiTheme="minorHAnsi" w:cs="Times New Roman"/>
              </w:rPr>
              <w:t>243,15 m n.</w:t>
            </w:r>
            <w:r>
              <w:rPr>
                <w:rFonts w:asciiTheme="minorHAnsi" w:hAnsiTheme="minorHAnsi" w:cs="Times New Roman"/>
              </w:rPr>
              <w:t xml:space="preserve"> </w:t>
            </w:r>
            <w:r w:rsidRPr="001126C6">
              <w:rPr>
                <w:rFonts w:asciiTheme="minorHAnsi" w:hAnsiTheme="minorHAnsi" w:cs="Times New Roman"/>
              </w:rPr>
              <w:t>m.</w:t>
            </w:r>
          </w:p>
        </w:tc>
      </w:tr>
      <w:tr w:rsidR="001126C6" w:rsidRPr="000F125A" w14:paraId="73ED4F11" w14:textId="77777777" w:rsidTr="00402B17">
        <w:tc>
          <w:tcPr>
            <w:tcW w:w="6237" w:type="dxa"/>
          </w:tcPr>
          <w:p w14:paraId="7ECE0AB0" w14:textId="77777777" w:rsidR="001126C6" w:rsidRPr="001162E5" w:rsidRDefault="001126C6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prostoru stálého nadržení </w:t>
            </w:r>
          </w:p>
        </w:tc>
        <w:tc>
          <w:tcPr>
            <w:tcW w:w="2139" w:type="dxa"/>
          </w:tcPr>
          <w:p w14:paraId="417D031D" w14:textId="77777777" w:rsidR="001126C6" w:rsidRPr="001126C6" w:rsidRDefault="001126C6" w:rsidP="005063BC">
            <w:pPr>
              <w:rPr>
                <w:rFonts w:asciiTheme="minorHAnsi" w:hAnsiTheme="minorHAnsi" w:cs="Times New Roman"/>
              </w:rPr>
            </w:pPr>
            <w:r w:rsidRPr="001126C6">
              <w:rPr>
                <w:rFonts w:asciiTheme="minorHAnsi" w:hAnsiTheme="minorHAnsi" w:cs="Times New Roman"/>
              </w:rPr>
              <w:t>870 000 m3</w:t>
            </w:r>
          </w:p>
        </w:tc>
      </w:tr>
    </w:tbl>
    <w:p w14:paraId="71FF2FB7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65D67916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126C6" w:rsidRPr="000F125A" w14:paraId="24664A38" w14:textId="77777777" w:rsidTr="00402B17">
        <w:tc>
          <w:tcPr>
            <w:tcW w:w="6310" w:type="dxa"/>
          </w:tcPr>
          <w:p w14:paraId="6FF039B3" w14:textId="77777777" w:rsidR="001126C6" w:rsidRPr="001162E5" w:rsidRDefault="001126C6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min. hladiny zásobního prostoru </w:t>
            </w:r>
          </w:p>
        </w:tc>
        <w:tc>
          <w:tcPr>
            <w:tcW w:w="2066" w:type="dxa"/>
          </w:tcPr>
          <w:p w14:paraId="6DE279C4" w14:textId="77777777" w:rsidR="001126C6" w:rsidRPr="001126C6" w:rsidRDefault="001126C6" w:rsidP="00943861">
            <w:pPr>
              <w:rPr>
                <w:rFonts w:asciiTheme="minorHAnsi" w:hAnsiTheme="minorHAnsi" w:cs="Times New Roman"/>
              </w:rPr>
            </w:pPr>
            <w:r w:rsidRPr="001126C6">
              <w:rPr>
                <w:rFonts w:asciiTheme="minorHAnsi" w:hAnsiTheme="minorHAnsi" w:cs="Times New Roman"/>
              </w:rPr>
              <w:t>243,15 m n.m.</w:t>
            </w:r>
          </w:p>
        </w:tc>
      </w:tr>
      <w:tr w:rsidR="001126C6" w:rsidRPr="000F125A" w14:paraId="1D91EFF3" w14:textId="77777777" w:rsidTr="00402B17">
        <w:tc>
          <w:tcPr>
            <w:tcW w:w="6310" w:type="dxa"/>
          </w:tcPr>
          <w:p w14:paraId="0339FD1F" w14:textId="77777777" w:rsidR="001126C6" w:rsidRPr="001162E5" w:rsidRDefault="001126C6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max. hladiny zásobního prostoru Hz </w:t>
            </w:r>
          </w:p>
        </w:tc>
        <w:tc>
          <w:tcPr>
            <w:tcW w:w="2066" w:type="dxa"/>
          </w:tcPr>
          <w:p w14:paraId="62B03945" w14:textId="77777777" w:rsidR="001126C6" w:rsidRPr="001126C6" w:rsidRDefault="001126C6" w:rsidP="00943861">
            <w:pPr>
              <w:rPr>
                <w:rFonts w:asciiTheme="minorHAnsi" w:hAnsiTheme="minorHAnsi" w:cs="Times New Roman"/>
              </w:rPr>
            </w:pPr>
            <w:r w:rsidRPr="001126C6">
              <w:rPr>
                <w:rFonts w:asciiTheme="minorHAnsi" w:hAnsiTheme="minorHAnsi" w:cs="Times New Roman"/>
              </w:rPr>
              <w:t>245,75 m n.m.</w:t>
            </w:r>
          </w:p>
        </w:tc>
      </w:tr>
      <w:tr w:rsidR="001126C6" w:rsidRPr="000F125A" w14:paraId="3C3EF0BD" w14:textId="77777777" w:rsidTr="00402B17">
        <w:tc>
          <w:tcPr>
            <w:tcW w:w="6310" w:type="dxa"/>
          </w:tcPr>
          <w:p w14:paraId="02AF0CA1" w14:textId="77777777" w:rsidR="001126C6" w:rsidRPr="001162E5" w:rsidRDefault="001126C6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zásobního prostoru </w:t>
            </w:r>
          </w:p>
        </w:tc>
        <w:tc>
          <w:tcPr>
            <w:tcW w:w="2066" w:type="dxa"/>
          </w:tcPr>
          <w:p w14:paraId="10843DAE" w14:textId="77777777" w:rsidR="001126C6" w:rsidRPr="001126C6" w:rsidRDefault="001126C6" w:rsidP="00943861">
            <w:pPr>
              <w:rPr>
                <w:rFonts w:asciiTheme="minorHAnsi" w:hAnsiTheme="minorHAnsi" w:cs="Times New Roman"/>
              </w:rPr>
            </w:pPr>
            <w:r w:rsidRPr="001126C6">
              <w:rPr>
                <w:rFonts w:asciiTheme="minorHAnsi" w:hAnsiTheme="minorHAnsi" w:cs="Times New Roman"/>
              </w:rPr>
              <w:t>900 000 m3</w:t>
            </w:r>
          </w:p>
        </w:tc>
      </w:tr>
      <w:tr w:rsidR="001126C6" w:rsidRPr="000F125A" w14:paraId="6956C94F" w14:textId="77777777" w:rsidTr="00402B17">
        <w:tc>
          <w:tcPr>
            <w:tcW w:w="6310" w:type="dxa"/>
          </w:tcPr>
          <w:p w14:paraId="55A659CD" w14:textId="77777777" w:rsidR="001126C6" w:rsidRPr="000F125A" w:rsidRDefault="001126C6" w:rsidP="00402B17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Zatopená plocha při </w:t>
            </w:r>
            <w:r w:rsidRPr="000F125A">
              <w:rPr>
                <w:rFonts w:asciiTheme="minorHAnsi" w:hAnsiTheme="minorHAnsi" w:cs="Times New Roman"/>
              </w:rPr>
              <w:t xml:space="preserve">max. zásobní hladině </w:t>
            </w:r>
          </w:p>
        </w:tc>
        <w:tc>
          <w:tcPr>
            <w:tcW w:w="2066" w:type="dxa"/>
          </w:tcPr>
          <w:p w14:paraId="69CFF0D3" w14:textId="77777777" w:rsidR="001126C6" w:rsidRPr="001126C6" w:rsidRDefault="001126C6" w:rsidP="00943861">
            <w:pPr>
              <w:rPr>
                <w:rFonts w:asciiTheme="minorHAnsi" w:hAnsiTheme="minorHAnsi" w:cs="Times New Roman"/>
              </w:rPr>
            </w:pPr>
            <w:r w:rsidRPr="001126C6">
              <w:rPr>
                <w:rFonts w:asciiTheme="minorHAnsi" w:hAnsiTheme="minorHAnsi" w:cs="Times New Roman"/>
              </w:rPr>
              <w:t xml:space="preserve">53,0 ha </w:t>
            </w:r>
          </w:p>
        </w:tc>
      </w:tr>
    </w:tbl>
    <w:p w14:paraId="4175C2CD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5DBF09EA" w14:textId="77777777" w:rsidR="00A633CB" w:rsidRPr="000F125A" w:rsidRDefault="00A633CB" w:rsidP="00A633CB">
      <w:pPr>
        <w:pStyle w:val="Normlnodsazen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Prostor retenční </w:t>
      </w:r>
      <w:r w:rsidRPr="000F125A">
        <w:rPr>
          <w:rFonts w:asciiTheme="minorHAnsi" w:hAnsiTheme="minorHAnsi"/>
          <w:szCs w:val="24"/>
        </w:rPr>
        <w:t>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442E99" w:rsidRPr="000F125A" w14:paraId="68ECF2AC" w14:textId="77777777" w:rsidTr="00B518E4">
        <w:tc>
          <w:tcPr>
            <w:tcW w:w="6310" w:type="dxa"/>
          </w:tcPr>
          <w:p w14:paraId="04EC2EE0" w14:textId="77777777" w:rsidR="00442E99" w:rsidRPr="00E26DB1" w:rsidRDefault="00442E99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min. hladiny </w:t>
            </w:r>
            <w:r w:rsidRPr="00E26DB1">
              <w:rPr>
                <w:rFonts w:asciiTheme="minorHAnsi" w:hAnsiTheme="minorHAnsi"/>
                <w:szCs w:val="24"/>
              </w:rPr>
              <w:t xml:space="preserve">ovladatelného retenčního prostoru </w:t>
            </w:r>
          </w:p>
        </w:tc>
        <w:tc>
          <w:tcPr>
            <w:tcW w:w="2066" w:type="dxa"/>
          </w:tcPr>
          <w:p w14:paraId="73CF0B2F" w14:textId="77777777" w:rsidR="00442E99" w:rsidRPr="00442E99" w:rsidRDefault="00442E99" w:rsidP="007D6748">
            <w:pPr>
              <w:rPr>
                <w:rFonts w:asciiTheme="minorHAnsi" w:hAnsiTheme="minorHAnsi" w:cs="Times New Roman"/>
              </w:rPr>
            </w:pPr>
            <w:r w:rsidRPr="00442E99">
              <w:rPr>
                <w:rFonts w:asciiTheme="minorHAnsi" w:hAnsiTheme="minorHAnsi" w:cs="Times New Roman"/>
              </w:rPr>
              <w:t>245,75 m n.m.</w:t>
            </w:r>
          </w:p>
        </w:tc>
      </w:tr>
      <w:tr w:rsidR="00442E99" w:rsidRPr="000F125A" w14:paraId="5074371D" w14:textId="77777777" w:rsidTr="00B518E4">
        <w:tc>
          <w:tcPr>
            <w:tcW w:w="6310" w:type="dxa"/>
          </w:tcPr>
          <w:p w14:paraId="6526A033" w14:textId="77777777" w:rsidR="00442E99" w:rsidRPr="00E26DB1" w:rsidRDefault="00442E99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max. hladiny retenčního </w:t>
            </w:r>
            <w:r w:rsidRPr="00E26DB1">
              <w:rPr>
                <w:rFonts w:asciiTheme="minorHAnsi" w:hAnsiTheme="minorHAnsi"/>
                <w:szCs w:val="24"/>
              </w:rPr>
              <w:t xml:space="preserve">ovlad. prostoru </w:t>
            </w:r>
            <w:r>
              <w:rPr>
                <w:rFonts w:asciiTheme="minorHAnsi" w:hAnsiTheme="minorHAnsi"/>
                <w:szCs w:val="24"/>
              </w:rPr>
              <w:t>(přeliv)</w:t>
            </w:r>
          </w:p>
        </w:tc>
        <w:tc>
          <w:tcPr>
            <w:tcW w:w="2066" w:type="dxa"/>
          </w:tcPr>
          <w:p w14:paraId="15DCBE10" w14:textId="77777777" w:rsidR="00442E99" w:rsidRPr="00442E99" w:rsidRDefault="00442E99" w:rsidP="007D6748">
            <w:pPr>
              <w:rPr>
                <w:rFonts w:asciiTheme="minorHAnsi" w:hAnsiTheme="minorHAnsi" w:cs="Times New Roman"/>
              </w:rPr>
            </w:pPr>
            <w:r w:rsidRPr="00442E99">
              <w:rPr>
                <w:rFonts w:asciiTheme="minorHAnsi" w:hAnsiTheme="minorHAnsi" w:cs="Times New Roman"/>
              </w:rPr>
              <w:t>246,85 m n.m.</w:t>
            </w:r>
          </w:p>
        </w:tc>
      </w:tr>
      <w:tr w:rsidR="00442E99" w:rsidRPr="000F125A" w14:paraId="7BAD4886" w14:textId="77777777" w:rsidTr="00B518E4">
        <w:tc>
          <w:tcPr>
            <w:tcW w:w="6310" w:type="dxa"/>
          </w:tcPr>
          <w:p w14:paraId="1573426F" w14:textId="77777777" w:rsidR="00442E99" w:rsidRPr="00E26DB1" w:rsidRDefault="00442E99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01C84936" w14:textId="77777777" w:rsidR="00442E99" w:rsidRPr="00442E99" w:rsidRDefault="00442E99" w:rsidP="007D6748">
            <w:pPr>
              <w:rPr>
                <w:rFonts w:asciiTheme="minorHAnsi" w:hAnsiTheme="minorHAnsi" w:cs="Times New Roman"/>
              </w:rPr>
            </w:pPr>
            <w:r w:rsidRPr="00442E99">
              <w:rPr>
                <w:rFonts w:asciiTheme="minorHAnsi" w:hAnsiTheme="minorHAnsi" w:cs="Times New Roman"/>
              </w:rPr>
              <w:t>590 000 m3</w:t>
            </w:r>
          </w:p>
        </w:tc>
      </w:tr>
      <w:tr w:rsidR="00442E99" w:rsidRPr="000F125A" w14:paraId="01415FE4" w14:textId="77777777" w:rsidTr="00B518E4">
        <w:tc>
          <w:tcPr>
            <w:tcW w:w="6310" w:type="dxa"/>
          </w:tcPr>
          <w:p w14:paraId="41C42774" w14:textId="77777777" w:rsidR="00442E99" w:rsidRPr="000F125A" w:rsidRDefault="00442E99" w:rsidP="00B518E4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1D2A77C4" w14:textId="77777777" w:rsidR="00442E99" w:rsidRPr="00442E99" w:rsidRDefault="00442E99" w:rsidP="007D6748">
            <w:pPr>
              <w:rPr>
                <w:rFonts w:asciiTheme="minorHAnsi" w:hAnsiTheme="minorHAnsi" w:cs="Times New Roman"/>
              </w:rPr>
            </w:pPr>
            <w:r w:rsidRPr="00442E99">
              <w:rPr>
                <w:rFonts w:asciiTheme="minorHAnsi" w:hAnsiTheme="minorHAnsi" w:cs="Times New Roman"/>
              </w:rPr>
              <w:t>57,6 ha</w:t>
            </w:r>
          </w:p>
        </w:tc>
      </w:tr>
    </w:tbl>
    <w:p w14:paraId="44085E75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101C83ED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30FDDCBC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retenční neovladatelný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442E99" w:rsidRPr="000F125A" w14:paraId="2B0552CC" w14:textId="77777777" w:rsidTr="00402B17">
        <w:tc>
          <w:tcPr>
            <w:tcW w:w="6310" w:type="dxa"/>
          </w:tcPr>
          <w:p w14:paraId="1609F6A2" w14:textId="77777777" w:rsidR="00442E99" w:rsidRPr="00E26DB1" w:rsidRDefault="00442E99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min. hladiny neovladatelného retenčního prostoru (přeliv) </w:t>
            </w:r>
          </w:p>
        </w:tc>
        <w:tc>
          <w:tcPr>
            <w:tcW w:w="2066" w:type="dxa"/>
          </w:tcPr>
          <w:p w14:paraId="174772A1" w14:textId="77777777" w:rsidR="00442E99" w:rsidRPr="00442E99" w:rsidRDefault="00442E99" w:rsidP="00FD49AE">
            <w:pPr>
              <w:rPr>
                <w:rFonts w:asciiTheme="minorHAnsi" w:hAnsiTheme="minorHAnsi" w:cs="Times New Roman"/>
              </w:rPr>
            </w:pPr>
            <w:r w:rsidRPr="00442E99">
              <w:rPr>
                <w:rFonts w:asciiTheme="minorHAnsi" w:hAnsiTheme="minorHAnsi" w:cs="Times New Roman"/>
              </w:rPr>
              <w:t>246,85 m n.m.</w:t>
            </w:r>
          </w:p>
        </w:tc>
      </w:tr>
      <w:tr w:rsidR="00442E99" w:rsidRPr="000F125A" w14:paraId="012481CC" w14:textId="77777777" w:rsidTr="00402B17">
        <w:tc>
          <w:tcPr>
            <w:tcW w:w="6310" w:type="dxa"/>
          </w:tcPr>
          <w:p w14:paraId="06461A74" w14:textId="77777777" w:rsidR="00442E99" w:rsidRPr="00E26DB1" w:rsidRDefault="00442E99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max. hladiny retenčního neovlad. prostoru Hmax. </w:t>
            </w:r>
          </w:p>
        </w:tc>
        <w:tc>
          <w:tcPr>
            <w:tcW w:w="2066" w:type="dxa"/>
          </w:tcPr>
          <w:p w14:paraId="4A718C69" w14:textId="77777777" w:rsidR="00442E99" w:rsidRPr="00442E99" w:rsidRDefault="00442E99" w:rsidP="00FD49AE">
            <w:pPr>
              <w:rPr>
                <w:rFonts w:asciiTheme="minorHAnsi" w:hAnsiTheme="minorHAnsi" w:cs="Times New Roman"/>
              </w:rPr>
            </w:pPr>
            <w:r w:rsidRPr="00442E99">
              <w:rPr>
                <w:rFonts w:asciiTheme="minorHAnsi" w:hAnsiTheme="minorHAnsi" w:cs="Times New Roman"/>
              </w:rPr>
              <w:t>247,95 m n.m.</w:t>
            </w:r>
          </w:p>
        </w:tc>
      </w:tr>
      <w:tr w:rsidR="00442E99" w:rsidRPr="000F125A" w14:paraId="4F8A7BD8" w14:textId="77777777" w:rsidTr="00402B17">
        <w:tc>
          <w:tcPr>
            <w:tcW w:w="6310" w:type="dxa"/>
          </w:tcPr>
          <w:p w14:paraId="709426EE" w14:textId="77777777" w:rsidR="00442E99" w:rsidRPr="00E26DB1" w:rsidRDefault="00442E99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7EA65EA9" w14:textId="77777777" w:rsidR="00442E99" w:rsidRPr="00442E99" w:rsidRDefault="00442E99" w:rsidP="00FD49AE">
            <w:pPr>
              <w:rPr>
                <w:rFonts w:asciiTheme="minorHAnsi" w:hAnsiTheme="minorHAnsi" w:cs="Times New Roman"/>
              </w:rPr>
            </w:pPr>
            <w:r w:rsidRPr="00442E99">
              <w:rPr>
                <w:rFonts w:asciiTheme="minorHAnsi" w:hAnsiTheme="minorHAnsi" w:cs="Times New Roman"/>
              </w:rPr>
              <w:t>590 000 m3</w:t>
            </w:r>
          </w:p>
        </w:tc>
      </w:tr>
      <w:tr w:rsidR="00442E99" w:rsidRPr="000F125A" w14:paraId="4933F390" w14:textId="77777777" w:rsidTr="00402B17">
        <w:tc>
          <w:tcPr>
            <w:tcW w:w="6310" w:type="dxa"/>
          </w:tcPr>
          <w:p w14:paraId="0EBDF074" w14:textId="77777777" w:rsidR="00442E99" w:rsidRPr="000F125A" w:rsidRDefault="00442E99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27BE4398" w14:textId="77777777" w:rsidR="00442E99" w:rsidRPr="00442E99" w:rsidRDefault="00442E99" w:rsidP="00FD49AE">
            <w:pPr>
              <w:rPr>
                <w:rFonts w:asciiTheme="minorHAnsi" w:hAnsiTheme="minorHAnsi" w:cs="Times New Roman"/>
              </w:rPr>
            </w:pPr>
            <w:r w:rsidRPr="00442E99">
              <w:rPr>
                <w:rFonts w:asciiTheme="minorHAnsi" w:hAnsiTheme="minorHAnsi" w:cs="Times New Roman"/>
              </w:rPr>
              <w:t>62,2 ha</w:t>
            </w:r>
          </w:p>
        </w:tc>
      </w:tr>
    </w:tbl>
    <w:p w14:paraId="6913B0E1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33759236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E26DB1" w:rsidRPr="000F125A" w14:paraId="3DDDF081" w14:textId="77777777" w:rsidTr="00402B17">
        <w:tc>
          <w:tcPr>
            <w:tcW w:w="6310" w:type="dxa"/>
          </w:tcPr>
          <w:p w14:paraId="4076FFBA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Maximální hladina </w:t>
            </w:r>
          </w:p>
        </w:tc>
        <w:tc>
          <w:tcPr>
            <w:tcW w:w="2066" w:type="dxa"/>
          </w:tcPr>
          <w:p w14:paraId="303D61CE" w14:textId="77777777" w:rsidR="00E26DB1" w:rsidRPr="00E26DB1" w:rsidRDefault="00A1483E" w:rsidP="005B5E65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386,01</w:t>
            </w:r>
            <w:r w:rsidR="00E26DB1" w:rsidRPr="00E26DB1">
              <w:rPr>
                <w:rFonts w:asciiTheme="minorHAnsi" w:hAnsiTheme="minorHAnsi" w:cs="Times New Roman"/>
              </w:rPr>
              <w:t xml:space="preserve"> m n.</w:t>
            </w:r>
            <w:r w:rsidR="00E26DB1">
              <w:rPr>
                <w:rFonts w:asciiTheme="minorHAnsi" w:hAnsiTheme="minorHAnsi" w:cs="Times New Roman"/>
              </w:rPr>
              <w:t xml:space="preserve"> </w:t>
            </w:r>
            <w:r w:rsidR="00E26DB1" w:rsidRPr="00E26DB1">
              <w:rPr>
                <w:rFonts w:asciiTheme="minorHAnsi" w:hAnsiTheme="minorHAnsi" w:cs="Times New Roman"/>
              </w:rPr>
              <w:t>m.</w:t>
            </w:r>
          </w:p>
        </w:tc>
      </w:tr>
      <w:tr w:rsidR="00E26DB1" w:rsidRPr="000F125A" w14:paraId="297791FD" w14:textId="77777777" w:rsidTr="00402B17">
        <w:tc>
          <w:tcPr>
            <w:tcW w:w="6310" w:type="dxa"/>
          </w:tcPr>
          <w:p w14:paraId="06606872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Celkový objem nádrže </w:t>
            </w:r>
          </w:p>
        </w:tc>
        <w:tc>
          <w:tcPr>
            <w:tcW w:w="2066" w:type="dxa"/>
          </w:tcPr>
          <w:p w14:paraId="3B93A040" w14:textId="77777777" w:rsidR="00E26DB1" w:rsidRPr="00E26DB1" w:rsidRDefault="00A1483E" w:rsidP="005B5E65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4 579 000</w:t>
            </w:r>
            <w:r w:rsidR="00A633CB">
              <w:rPr>
                <w:rFonts w:asciiTheme="minorHAnsi" w:hAnsiTheme="minorHAnsi" w:cs="Times New Roman"/>
              </w:rPr>
              <w:t xml:space="preserve"> </w:t>
            </w:r>
            <w:r w:rsidR="00E26DB1" w:rsidRPr="00E26DB1">
              <w:rPr>
                <w:rFonts w:asciiTheme="minorHAnsi" w:hAnsiTheme="minorHAnsi" w:cs="Times New Roman"/>
              </w:rPr>
              <w:t>m3</w:t>
            </w:r>
          </w:p>
        </w:tc>
      </w:tr>
      <w:tr w:rsidR="00E26DB1" w:rsidRPr="000F125A" w14:paraId="6065CB8E" w14:textId="77777777" w:rsidTr="00402B17">
        <w:tc>
          <w:tcPr>
            <w:tcW w:w="6310" w:type="dxa"/>
          </w:tcPr>
          <w:p w14:paraId="6B286F79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Celková zatopená plocha </w:t>
            </w:r>
          </w:p>
        </w:tc>
        <w:tc>
          <w:tcPr>
            <w:tcW w:w="2066" w:type="dxa"/>
          </w:tcPr>
          <w:p w14:paraId="094969A0" w14:textId="77777777" w:rsidR="00E26DB1" w:rsidRPr="00E26DB1" w:rsidRDefault="00A1483E" w:rsidP="005B5E65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395</w:t>
            </w:r>
            <w:r w:rsidR="00A633CB">
              <w:rPr>
                <w:rFonts w:asciiTheme="minorHAnsi" w:hAnsiTheme="minorHAnsi" w:cs="Times New Roman"/>
              </w:rPr>
              <w:t xml:space="preserve"> 000</w:t>
            </w:r>
            <w:r w:rsidR="00E26DB1"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3C3EFBC6" w14:textId="77777777" w:rsidR="00F242DA" w:rsidRDefault="00F242DA" w:rsidP="00A1483E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574DB811" w14:textId="77777777" w:rsidR="000F125A" w:rsidRDefault="00442E99" w:rsidP="00A1483E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</w:t>
      </w:r>
      <w:r w:rsidRPr="00442E99">
        <w:rPr>
          <w:rFonts w:asciiTheme="minorHAnsi" w:hAnsiTheme="minorHAnsi"/>
          <w:sz w:val="24"/>
          <w:szCs w:val="24"/>
        </w:rPr>
        <w:t>Hlavní hráz je sypaná, dusaná z místních nepropustných jílovitých hlín, homogenní.</w:t>
      </w:r>
      <w:r>
        <w:rPr>
          <w:rFonts w:asciiTheme="minorHAnsi" w:hAnsiTheme="minorHAnsi"/>
          <w:sz w:val="24"/>
          <w:szCs w:val="24"/>
        </w:rPr>
        <w:t xml:space="preserve"> </w:t>
      </w:r>
      <w:r w:rsidRPr="00442E99">
        <w:rPr>
          <w:rFonts w:asciiTheme="minorHAnsi" w:hAnsiTheme="minorHAnsi"/>
          <w:sz w:val="24"/>
          <w:szCs w:val="24"/>
        </w:rPr>
        <w:t xml:space="preserve">Na návodní straně je provedeno šikmé jílové těsnění v tl. 4,0 m u paty, zužující se ne 1,5 m pod korunou hráze. Pod terénem v základu je těsnící štít navázán na těsnící dutou betonovou patku s vnitřní kruhovou chodbou bývalou „galerií“ (tj. v současnosti revizní a injekční chodbou). Tato chodba pak přerušuje propustné aluviální vrstvy. Chodba prochází patou na pravém břehu a v </w:t>
      </w:r>
      <w:r w:rsidRPr="00442E99">
        <w:rPr>
          <w:rFonts w:asciiTheme="minorHAnsi" w:hAnsiTheme="minorHAnsi"/>
          <w:sz w:val="24"/>
          <w:szCs w:val="24"/>
        </w:rPr>
        <w:lastRenderedPageBreak/>
        <w:t>údolní části, na levém břehu je těsnící betonová zeď. Tato zeď tvoří zároveň část opěrné zdi spadiště pod přelivem.</w:t>
      </w:r>
      <w:r>
        <w:rPr>
          <w:rFonts w:asciiTheme="minorHAnsi" w:hAnsiTheme="minorHAnsi"/>
          <w:sz w:val="24"/>
          <w:szCs w:val="24"/>
        </w:rPr>
        <w:t xml:space="preserve"> H</w:t>
      </w:r>
      <w:r w:rsidR="00A1483E">
        <w:rPr>
          <w:rFonts w:asciiTheme="minorHAnsi" w:hAnsiTheme="minorHAnsi"/>
          <w:sz w:val="24"/>
          <w:szCs w:val="24"/>
        </w:rPr>
        <w:t xml:space="preserve">ráz je </w:t>
      </w:r>
      <w:r w:rsidR="000F125A" w:rsidRPr="000F125A">
        <w:rPr>
          <w:rFonts w:asciiTheme="minorHAnsi" w:hAnsiTheme="minorHAnsi"/>
          <w:sz w:val="24"/>
          <w:szCs w:val="24"/>
        </w:rPr>
        <w:t xml:space="preserve">nade dnem údolí </w:t>
      </w:r>
      <w:r w:rsidR="00A1483E">
        <w:rPr>
          <w:rFonts w:asciiTheme="minorHAnsi" w:hAnsiTheme="minorHAnsi"/>
          <w:sz w:val="24"/>
          <w:szCs w:val="24"/>
        </w:rPr>
        <w:t xml:space="preserve">vysoká </w:t>
      </w:r>
      <w:r>
        <w:rPr>
          <w:rFonts w:asciiTheme="minorHAnsi" w:hAnsiTheme="minorHAnsi"/>
          <w:sz w:val="24"/>
          <w:szCs w:val="24"/>
        </w:rPr>
        <w:t>13,7</w:t>
      </w:r>
      <w:r w:rsidR="000F125A">
        <w:rPr>
          <w:rFonts w:asciiTheme="minorHAnsi" w:hAnsiTheme="minorHAnsi"/>
          <w:sz w:val="24"/>
          <w:szCs w:val="24"/>
        </w:rPr>
        <w:t xml:space="preserve"> m. </w:t>
      </w:r>
    </w:p>
    <w:p w14:paraId="5B9B358C" w14:textId="77777777" w:rsidR="00442E99" w:rsidRDefault="00442E99" w:rsidP="00442E9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442E99">
        <w:rPr>
          <w:rFonts w:asciiTheme="minorHAnsi" w:hAnsiTheme="minorHAnsi"/>
          <w:sz w:val="24"/>
          <w:szCs w:val="24"/>
        </w:rPr>
        <w:t>Ma</w:t>
      </w:r>
      <w:r>
        <w:rPr>
          <w:rFonts w:asciiTheme="minorHAnsi" w:hAnsiTheme="minorHAnsi"/>
          <w:sz w:val="24"/>
          <w:szCs w:val="24"/>
        </w:rPr>
        <w:t xml:space="preserve">nipulační objekt (odběrná věž) pro vypouštění nádrže </w:t>
      </w:r>
      <w:r w:rsidRPr="00442E99">
        <w:rPr>
          <w:rFonts w:asciiTheme="minorHAnsi" w:hAnsiTheme="minorHAnsi"/>
          <w:sz w:val="24"/>
          <w:szCs w:val="24"/>
        </w:rPr>
        <w:t>a pro odběr surové vody</w:t>
      </w:r>
      <w:r>
        <w:rPr>
          <w:rFonts w:asciiTheme="minorHAnsi" w:hAnsiTheme="minorHAnsi"/>
          <w:sz w:val="24"/>
          <w:szCs w:val="24"/>
        </w:rPr>
        <w:t xml:space="preserve"> </w:t>
      </w:r>
      <w:r w:rsidRPr="00442E99">
        <w:rPr>
          <w:rFonts w:asciiTheme="minorHAnsi" w:hAnsiTheme="minorHAnsi"/>
          <w:sz w:val="24"/>
          <w:szCs w:val="24"/>
        </w:rPr>
        <w:t>je kruhová železobetonová věž o světlosti min. 4,0 m. Situován je na levé straně hráze</w:t>
      </w:r>
      <w:r>
        <w:rPr>
          <w:rFonts w:asciiTheme="minorHAnsi" w:hAnsiTheme="minorHAnsi"/>
          <w:sz w:val="24"/>
          <w:szCs w:val="24"/>
        </w:rPr>
        <w:t>,</w:t>
      </w:r>
      <w:r w:rsidRPr="00442E99">
        <w:rPr>
          <w:rFonts w:asciiTheme="minorHAnsi" w:hAnsiTheme="minorHAnsi"/>
          <w:sz w:val="24"/>
          <w:szCs w:val="24"/>
        </w:rPr>
        <w:t xml:space="preserve"> v blízkosti  bočního přelivu. Odběrná věž sestává ze základové konstrukce, dříku věže a strojovny. Založení věže je hluboko v nepropustném podloží.  Věž je přístupná z hráze ocelovou příhradovou lávkou 16 m dlouhou. V dolní části věže jsou instalována potrubí spodních výpustí 2 x DN1100 a dále je v základové k</w:t>
      </w:r>
      <w:r>
        <w:rPr>
          <w:rFonts w:asciiTheme="minorHAnsi" w:hAnsiTheme="minorHAnsi"/>
          <w:sz w:val="24"/>
          <w:szCs w:val="24"/>
        </w:rPr>
        <w:t xml:space="preserve">onstrukci pod výpustnou štolou </w:t>
      </w:r>
      <w:r w:rsidRPr="00442E99">
        <w:rPr>
          <w:rFonts w:asciiTheme="minorHAnsi" w:hAnsiTheme="minorHAnsi"/>
          <w:sz w:val="24"/>
          <w:szCs w:val="24"/>
        </w:rPr>
        <w:t>vedeno potrubí vodárenského odběru - DN300 a DN500.</w:t>
      </w:r>
    </w:p>
    <w:p w14:paraId="6C621FBD" w14:textId="77777777" w:rsidR="000F125A" w:rsidRPr="000F125A" w:rsidRDefault="000F125A" w:rsidP="00442E9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>Přeliv</w:t>
      </w:r>
    </w:p>
    <w:p w14:paraId="0B687460" w14:textId="77777777" w:rsidR="00442E99" w:rsidRDefault="00442E99" w:rsidP="00A1483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442E99">
        <w:rPr>
          <w:rFonts w:asciiTheme="minorHAnsi" w:hAnsiTheme="minorHAnsi"/>
          <w:sz w:val="24"/>
          <w:szCs w:val="24"/>
        </w:rPr>
        <w:t>Přeliv je boční nehrazený, je situován na levém břehu. Těleso přelivu je betonové a je založeno do zdravé rostlé skály. Přepadová hrana je betonová obložená opracovanými půlkruhovými kamennými kvádry. Délka přepadové hrany je 32,5 m</w:t>
      </w:r>
      <w:r>
        <w:rPr>
          <w:rFonts w:asciiTheme="minorHAnsi" w:hAnsiTheme="minorHAnsi"/>
          <w:sz w:val="24"/>
          <w:szCs w:val="24"/>
        </w:rPr>
        <w:t>.</w:t>
      </w:r>
    </w:p>
    <w:p w14:paraId="41452AC4" w14:textId="77777777" w:rsidR="003A510F" w:rsidRDefault="00442E99" w:rsidP="00A1483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442E99">
        <w:rPr>
          <w:rFonts w:asciiTheme="minorHAnsi" w:hAnsiTheme="minorHAnsi"/>
          <w:sz w:val="24"/>
          <w:szCs w:val="24"/>
        </w:rPr>
        <w:t xml:space="preserve"> </w:t>
      </w:r>
      <w:r w:rsidR="003946F4">
        <w:rPr>
          <w:rFonts w:asciiTheme="minorHAnsi" w:hAnsiTheme="minorHAnsi"/>
          <w:sz w:val="24"/>
          <w:szCs w:val="24"/>
        </w:rPr>
        <w:t>Zázemí je tvořeno přede</w:t>
      </w:r>
      <w:r>
        <w:rPr>
          <w:rFonts w:asciiTheme="minorHAnsi" w:hAnsiTheme="minorHAnsi"/>
          <w:sz w:val="24"/>
          <w:szCs w:val="24"/>
        </w:rPr>
        <w:t>vším domkem hrázného. Na přítocích</w:t>
      </w:r>
      <w:r w:rsidR="003946F4">
        <w:rPr>
          <w:rFonts w:asciiTheme="minorHAnsi" w:hAnsiTheme="minorHAnsi"/>
          <w:sz w:val="24"/>
          <w:szCs w:val="24"/>
        </w:rPr>
        <w:t xml:space="preserve">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 w:rsidR="003946F4"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15867B45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6333C647" w14:textId="77777777" w:rsidR="00442E99" w:rsidRDefault="00442E99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44A852E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49E42B6C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5162B5C9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2E4BAE8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2BE33CC9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479FB114" w14:textId="77777777" w:rsidR="00442E99" w:rsidRDefault="00442E9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4591FBC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7A235678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38B93E5E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59A70E5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00E9C561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2345D8F5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49A0E3C1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lastRenderedPageBreak/>
        <w:t>B.2.11. Zásady ochrany stavby před negativními účinky vnějšího prostředí</w:t>
      </w:r>
    </w:p>
    <w:p w14:paraId="3C4E43A9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218672C7" w14:textId="77777777" w:rsidR="00A17B62" w:rsidRDefault="00A17B62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DEE019A" w14:textId="77777777" w:rsidR="006017D8" w:rsidRPr="006017D8" w:rsidRDefault="006017D8" w:rsidP="006017D8">
      <w:pPr>
        <w:pStyle w:val="N1"/>
      </w:pPr>
      <w:bookmarkStart w:id="33" w:name="_Toc502846272"/>
      <w:r w:rsidRPr="006017D8">
        <w:t>Připojení na technickou infrastrukturu</w:t>
      </w:r>
      <w:bookmarkEnd w:id="33"/>
    </w:p>
    <w:p w14:paraId="6EC04B75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621BB187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5B7662C8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67B86B38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28F63802" w14:textId="77777777" w:rsidR="006017D8" w:rsidRPr="006017D8" w:rsidRDefault="006017D8" w:rsidP="006017D8">
      <w:pPr>
        <w:pStyle w:val="N1"/>
      </w:pPr>
      <w:bookmarkStart w:id="34" w:name="_Toc502846273"/>
      <w:r w:rsidRPr="006017D8">
        <w:t>Dopravní řešení</w:t>
      </w:r>
      <w:bookmarkEnd w:id="34"/>
    </w:p>
    <w:p w14:paraId="08CF7773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1A263EA3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 komunikací nebo přímo z koruny hráze.</w:t>
      </w:r>
    </w:p>
    <w:p w14:paraId="483DAE1C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014D392C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0A970E07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6001C921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3F8DF13C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436C5EB7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2F7A7D1B" w14:textId="77777777" w:rsidR="00D812A4" w:rsidRPr="006A609C" w:rsidRDefault="006A609C" w:rsidP="006A609C">
      <w:pPr>
        <w:pStyle w:val="N1"/>
      </w:pPr>
      <w:bookmarkStart w:id="35" w:name="_Toc502846274"/>
      <w:r w:rsidRPr="006A609C">
        <w:t>Řešení vegetace a souvisejících terénních úprav</w:t>
      </w:r>
      <w:bookmarkEnd w:id="35"/>
    </w:p>
    <w:p w14:paraId="091E3A7F" w14:textId="77777777" w:rsidR="00E8258F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67B6CAC3" w14:textId="77777777" w:rsidR="00E8258F" w:rsidRDefault="00E8258F" w:rsidP="00E8258F">
      <w:pPr>
        <w:pStyle w:val="N1"/>
      </w:pPr>
      <w:bookmarkStart w:id="36" w:name="_Toc502846275"/>
      <w:r>
        <w:t>Popis vlivů na životní prostředí a jeho ochrana</w:t>
      </w:r>
      <w:bookmarkEnd w:id="36"/>
    </w:p>
    <w:p w14:paraId="6A8D969E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54D82E4C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0474FFF7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178C5EDB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lastRenderedPageBreak/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7F1FACE7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7D3926B4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148ED349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464C4FCA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7F2619A3" w14:textId="77777777" w:rsidTr="008D23CE">
        <w:tc>
          <w:tcPr>
            <w:tcW w:w="1693" w:type="dxa"/>
            <w:vAlign w:val="center"/>
          </w:tcPr>
          <w:p w14:paraId="789DE20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5BF52B1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6782F7A1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2662D95F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3939CAF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792CE53C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4A6317C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5693CCD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1191E298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73B271A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1FBE3197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5E812A52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C417C0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17401C7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2964EC3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4AEAC6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5C17997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10676C16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AAA332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1E792AA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49B7C755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1FC75E7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3E7EC1B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1FDA207C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E1D05D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0A751BC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78E30BA5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A66F58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4AE4FF6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4E25D17A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BE219B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4C01B75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620D4E12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3942BBF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5032CD4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47F9D3A4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63912E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6697A12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781ECFA1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3378F5A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427433A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7EEF35EE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9F4F39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05325CC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50B8E8F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5110454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783F97E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3AB264B6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8CE692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51A5624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2D30FA6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0CECA2F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782F6794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4DA5984B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64D05514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275CC652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4B030740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E3A072E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23323CE4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5956ADC0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6D547E0E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lastRenderedPageBreak/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5D74E116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67EBE886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60444D38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375356CE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1335E12C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150C21A4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0D733D17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18FB4ACA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7B70DA08" w14:textId="77777777" w:rsidR="00E8258F" w:rsidRPr="000D59E6" w:rsidRDefault="00302BD4" w:rsidP="00302BD4">
      <w:pPr>
        <w:pStyle w:val="N1"/>
      </w:pPr>
      <w:bookmarkStart w:id="37" w:name="_Toc502846276"/>
      <w:r>
        <w:t>Ochrana obyvatelstva</w:t>
      </w:r>
      <w:bookmarkEnd w:id="37"/>
    </w:p>
    <w:p w14:paraId="33695D04" w14:textId="77777777" w:rsidR="00B55C59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6C2242E2" w14:textId="77777777" w:rsidR="007F7C57" w:rsidRPr="00713F57" w:rsidRDefault="007F7C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96CCF89" w14:textId="77777777" w:rsidR="00302BD4" w:rsidRDefault="00302BD4" w:rsidP="00302BD4">
      <w:pPr>
        <w:pStyle w:val="N1"/>
      </w:pPr>
      <w:bookmarkStart w:id="38" w:name="_Toc502846277"/>
      <w:r>
        <w:t>Zásady organizace výstavby</w:t>
      </w:r>
      <w:bookmarkEnd w:id="38"/>
    </w:p>
    <w:p w14:paraId="5E62A94A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0A0552BA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0943710E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7B54E47F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02CEE81B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56AB12F9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7C03B904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35DDC823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</w:t>
      </w:r>
      <w:r w:rsidR="0098401B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bude odvezena na skládku interního materiálu.</w:t>
      </w:r>
    </w:p>
    <w:bookmarkEnd w:id="8"/>
    <w:p w14:paraId="1853BFF5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5FF7DA4A" w14:textId="77B07930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454467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454467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454467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427E433E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DFD99" w14:textId="77777777" w:rsidR="00DC436D" w:rsidRDefault="00DC436D" w:rsidP="0081121B">
      <w:r>
        <w:separator/>
      </w:r>
    </w:p>
  </w:endnote>
  <w:endnote w:type="continuationSeparator" w:id="0">
    <w:p w14:paraId="240D9F1E" w14:textId="77777777" w:rsidR="00DC436D" w:rsidRDefault="00DC436D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02FD3419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2FDE6CB5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548BB79D" wp14:editId="0F0FD44F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C45C7A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761C9367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F242DA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F242DA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941233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9C7F1D3" w14:textId="77777777" w:rsidR="00F242DA" w:rsidRDefault="00F242DA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366A9DFB" wp14:editId="333B7143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4FFA6" w14:textId="77777777" w:rsidR="00F242DA" w:rsidRDefault="00F242DA">
            <w:pPr>
              <w:pStyle w:val="Zpat"/>
            </w:pPr>
          </w:p>
          <w:p w14:paraId="6D204E88" w14:textId="77777777" w:rsidR="00F242DA" w:rsidRDefault="00F242DA">
            <w:pPr>
              <w:pStyle w:val="Zpat"/>
            </w:pPr>
          </w:p>
          <w:p w14:paraId="0B719F56" w14:textId="77777777" w:rsidR="00F242DA" w:rsidRDefault="00F242DA">
            <w:pPr>
              <w:pStyle w:val="Zpat"/>
            </w:pPr>
          </w:p>
          <w:p w14:paraId="20FA5753" w14:textId="77777777" w:rsidR="00F242DA" w:rsidRDefault="00F242DA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3EF4BDA8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6E9AD" w14:textId="77777777" w:rsidR="00DC436D" w:rsidRDefault="00DC436D" w:rsidP="0081121B">
      <w:r>
        <w:separator/>
      </w:r>
    </w:p>
  </w:footnote>
  <w:footnote w:type="continuationSeparator" w:id="0">
    <w:p w14:paraId="71944060" w14:textId="77777777" w:rsidR="00DC436D" w:rsidRDefault="00DC436D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69AC7095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7F7BABC5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45B5AA1C" wp14:editId="654BC757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4679AFEF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455F37F8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70F2FE41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351109A9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4EAF7250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1767FC51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72B4646" wp14:editId="4233B3F6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B477064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3BC13391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683878C9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2F7EDCC9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6D509F1B" wp14:editId="48F4C8CB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30E8D4E6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6F3C5923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79348EE5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705AD8B5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6332B0EC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597E998D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71C7E27E" wp14:editId="1C48F84F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8D58A97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2ABA476B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1706334">
    <w:abstractNumId w:val="18"/>
  </w:num>
  <w:num w:numId="2" w16cid:durableId="1656299096">
    <w:abstractNumId w:val="13"/>
  </w:num>
  <w:num w:numId="3" w16cid:durableId="1080516566">
    <w:abstractNumId w:val="5"/>
  </w:num>
  <w:num w:numId="4" w16cid:durableId="1036930339">
    <w:abstractNumId w:val="12"/>
  </w:num>
  <w:num w:numId="5" w16cid:durableId="2133859021">
    <w:abstractNumId w:val="6"/>
  </w:num>
  <w:num w:numId="6" w16cid:durableId="1477802307">
    <w:abstractNumId w:val="3"/>
  </w:num>
  <w:num w:numId="7" w16cid:durableId="523834632">
    <w:abstractNumId w:val="23"/>
  </w:num>
  <w:num w:numId="8" w16cid:durableId="2010711288">
    <w:abstractNumId w:val="24"/>
  </w:num>
  <w:num w:numId="9" w16cid:durableId="412170467">
    <w:abstractNumId w:val="21"/>
  </w:num>
  <w:num w:numId="10" w16cid:durableId="1920551516">
    <w:abstractNumId w:val="25"/>
  </w:num>
  <w:num w:numId="11" w16cid:durableId="616836755">
    <w:abstractNumId w:val="5"/>
  </w:num>
  <w:num w:numId="12" w16cid:durableId="1382359853">
    <w:abstractNumId w:val="16"/>
  </w:num>
  <w:num w:numId="13" w16cid:durableId="1931810575">
    <w:abstractNumId w:val="0"/>
  </w:num>
  <w:num w:numId="14" w16cid:durableId="1754011935">
    <w:abstractNumId w:val="5"/>
  </w:num>
  <w:num w:numId="15" w16cid:durableId="855582827">
    <w:abstractNumId w:val="5"/>
  </w:num>
  <w:num w:numId="16" w16cid:durableId="532812779">
    <w:abstractNumId w:val="5"/>
  </w:num>
  <w:num w:numId="17" w16cid:durableId="343674589">
    <w:abstractNumId w:val="5"/>
  </w:num>
  <w:num w:numId="18" w16cid:durableId="1350448479">
    <w:abstractNumId w:val="5"/>
  </w:num>
  <w:num w:numId="19" w16cid:durableId="1155612566">
    <w:abstractNumId w:val="19"/>
  </w:num>
  <w:num w:numId="20" w16cid:durableId="1705137948">
    <w:abstractNumId w:val="5"/>
  </w:num>
  <w:num w:numId="21" w16cid:durableId="1298224104">
    <w:abstractNumId w:val="5"/>
  </w:num>
  <w:num w:numId="22" w16cid:durableId="744188256">
    <w:abstractNumId w:val="11"/>
  </w:num>
  <w:num w:numId="23" w16cid:durableId="992298317">
    <w:abstractNumId w:val="5"/>
  </w:num>
  <w:num w:numId="24" w16cid:durableId="1042437644">
    <w:abstractNumId w:val="5"/>
  </w:num>
  <w:num w:numId="25" w16cid:durableId="440880279">
    <w:abstractNumId w:val="5"/>
  </w:num>
  <w:num w:numId="26" w16cid:durableId="1082799352">
    <w:abstractNumId w:val="5"/>
  </w:num>
  <w:num w:numId="27" w16cid:durableId="1341084116">
    <w:abstractNumId w:val="5"/>
  </w:num>
  <w:num w:numId="28" w16cid:durableId="675570778">
    <w:abstractNumId w:val="5"/>
  </w:num>
  <w:num w:numId="29" w16cid:durableId="1577398362">
    <w:abstractNumId w:val="4"/>
  </w:num>
  <w:num w:numId="30" w16cid:durableId="389622770">
    <w:abstractNumId w:val="10"/>
  </w:num>
  <w:num w:numId="31" w16cid:durableId="242184031">
    <w:abstractNumId w:val="5"/>
  </w:num>
  <w:num w:numId="32" w16cid:durableId="493183642">
    <w:abstractNumId w:val="5"/>
  </w:num>
  <w:num w:numId="33" w16cid:durableId="312371939">
    <w:abstractNumId w:val="20"/>
  </w:num>
  <w:num w:numId="34" w16cid:durableId="914240290">
    <w:abstractNumId w:val="7"/>
  </w:num>
  <w:num w:numId="35" w16cid:durableId="1096558254">
    <w:abstractNumId w:val="8"/>
  </w:num>
  <w:num w:numId="36" w16cid:durableId="121190546">
    <w:abstractNumId w:val="9"/>
  </w:num>
  <w:num w:numId="37" w16cid:durableId="1842499451">
    <w:abstractNumId w:val="22"/>
  </w:num>
  <w:num w:numId="38" w16cid:durableId="1095129683">
    <w:abstractNumId w:val="1"/>
  </w:num>
  <w:num w:numId="39" w16cid:durableId="1759714758">
    <w:abstractNumId w:val="14"/>
  </w:num>
  <w:num w:numId="40" w16cid:durableId="986938103">
    <w:abstractNumId w:val="17"/>
  </w:num>
  <w:num w:numId="41" w16cid:durableId="373312448">
    <w:abstractNumId w:val="5"/>
  </w:num>
  <w:num w:numId="42" w16cid:durableId="222106452">
    <w:abstractNumId w:val="5"/>
  </w:num>
  <w:num w:numId="43" w16cid:durableId="473178449">
    <w:abstractNumId w:val="5"/>
  </w:num>
  <w:num w:numId="44" w16cid:durableId="673803056">
    <w:abstractNumId w:val="5"/>
  </w:num>
  <w:num w:numId="45" w16cid:durableId="1427195466">
    <w:abstractNumId w:val="5"/>
  </w:num>
  <w:num w:numId="46" w16cid:durableId="156964442">
    <w:abstractNumId w:val="5"/>
  </w:num>
  <w:num w:numId="47" w16cid:durableId="2085567052">
    <w:abstractNumId w:val="2"/>
  </w:num>
  <w:num w:numId="48" w16cid:durableId="13703832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26C6"/>
    <w:rsid w:val="001162E5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52BBB"/>
    <w:rsid w:val="002659BF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057A"/>
    <w:rsid w:val="0033780C"/>
    <w:rsid w:val="0034115B"/>
    <w:rsid w:val="003439FE"/>
    <w:rsid w:val="00344399"/>
    <w:rsid w:val="00354C43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4E8B"/>
    <w:rsid w:val="004059AC"/>
    <w:rsid w:val="00406DC0"/>
    <w:rsid w:val="00433A4F"/>
    <w:rsid w:val="004357FF"/>
    <w:rsid w:val="004376C8"/>
    <w:rsid w:val="00441AAC"/>
    <w:rsid w:val="00442897"/>
    <w:rsid w:val="00442E99"/>
    <w:rsid w:val="0044666A"/>
    <w:rsid w:val="0045411D"/>
    <w:rsid w:val="00454467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83D88"/>
    <w:rsid w:val="00590214"/>
    <w:rsid w:val="00594AF8"/>
    <w:rsid w:val="0059649F"/>
    <w:rsid w:val="005A1276"/>
    <w:rsid w:val="005A35F6"/>
    <w:rsid w:val="005A50CC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849"/>
    <w:rsid w:val="00644A74"/>
    <w:rsid w:val="00644F5C"/>
    <w:rsid w:val="006472F0"/>
    <w:rsid w:val="00650DE0"/>
    <w:rsid w:val="00663F31"/>
    <w:rsid w:val="006706EB"/>
    <w:rsid w:val="00680355"/>
    <w:rsid w:val="00687FDD"/>
    <w:rsid w:val="00691676"/>
    <w:rsid w:val="00693462"/>
    <w:rsid w:val="00694993"/>
    <w:rsid w:val="00694B3C"/>
    <w:rsid w:val="006A03D3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34B21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B1C9C"/>
    <w:rsid w:val="007C24EE"/>
    <w:rsid w:val="007D0810"/>
    <w:rsid w:val="007D558F"/>
    <w:rsid w:val="007E61BD"/>
    <w:rsid w:val="007F700C"/>
    <w:rsid w:val="007F7C57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2648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D7F4C"/>
    <w:rsid w:val="008E1A34"/>
    <w:rsid w:val="008E696D"/>
    <w:rsid w:val="008F21F0"/>
    <w:rsid w:val="008F392E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401B"/>
    <w:rsid w:val="00987643"/>
    <w:rsid w:val="0099326C"/>
    <w:rsid w:val="00993716"/>
    <w:rsid w:val="009937F8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83E"/>
    <w:rsid w:val="00A14ACB"/>
    <w:rsid w:val="00A163A4"/>
    <w:rsid w:val="00A17B62"/>
    <w:rsid w:val="00A203DD"/>
    <w:rsid w:val="00A34446"/>
    <w:rsid w:val="00A366D6"/>
    <w:rsid w:val="00A449F6"/>
    <w:rsid w:val="00A51813"/>
    <w:rsid w:val="00A633CB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371C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90AE4"/>
    <w:rsid w:val="00CA5488"/>
    <w:rsid w:val="00CB4F9F"/>
    <w:rsid w:val="00CB73DD"/>
    <w:rsid w:val="00CC5CA7"/>
    <w:rsid w:val="00CC7382"/>
    <w:rsid w:val="00CE490A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C436D"/>
    <w:rsid w:val="00DC7CC6"/>
    <w:rsid w:val="00DD2FFE"/>
    <w:rsid w:val="00DD5717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6DB1"/>
    <w:rsid w:val="00E27EDB"/>
    <w:rsid w:val="00E365D8"/>
    <w:rsid w:val="00E41561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F02DC7"/>
    <w:rsid w:val="00F045B4"/>
    <w:rsid w:val="00F242DA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025C"/>
    <w:rsid w:val="00FA3844"/>
    <w:rsid w:val="00FA4EC3"/>
    <w:rsid w:val="00FB3116"/>
    <w:rsid w:val="00FB4DBB"/>
    <w:rsid w:val="00FB5829"/>
    <w:rsid w:val="00FC003D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5B0320"/>
  <w15:docId w15:val="{4492D657-F119-4632-B126-AD05D97A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F242DA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394D-5EE8-415C-934C-03673D09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5</TotalTime>
  <Pages>10</Pages>
  <Words>2347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16169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6</cp:revision>
  <cp:lastPrinted>2017-03-30T12:34:00Z</cp:lastPrinted>
  <dcterms:created xsi:type="dcterms:W3CDTF">2017-10-07T13:57:00Z</dcterms:created>
  <dcterms:modified xsi:type="dcterms:W3CDTF">2024-10-09T10:57:00Z</dcterms:modified>
</cp:coreProperties>
</file>